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4187143F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4"/>
      <w:headerReference w:type="default" r:id="rId15"/>
      <w:footerReference w:type="default" r:id="rId16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A0C9" w14:textId="6FD35ACB" w:rsidR="00E4605D" w:rsidRDefault="002F4DB4" w:rsidP="007358A2">
    <w:pPr>
      <w:rPr>
        <w:rFonts w:cs="Arial"/>
        <w:sz w:val="20"/>
      </w:rPr>
    </w:pPr>
    <w:r w:rsidRPr="002F4DB4">
      <w:rPr>
        <w:rFonts w:cs="Arial"/>
        <w:sz w:val="20"/>
      </w:rPr>
      <w:t xml:space="preserve">Zał. nr </w:t>
    </w:r>
    <w:r w:rsidR="005F16AB">
      <w:rPr>
        <w:rFonts w:cs="Arial"/>
        <w:sz w:val="20"/>
      </w:rPr>
      <w:t>11</w:t>
    </w:r>
  </w:p>
  <w:p w14:paraId="64267419" w14:textId="77777777" w:rsidR="00ED345A" w:rsidRDefault="00ED345A" w:rsidP="007358A2">
    <w:pPr>
      <w:rPr>
        <w:rFonts w:cs="Arial"/>
        <w:sz w:val="20"/>
      </w:rPr>
    </w:pPr>
  </w:p>
  <w:p w14:paraId="7A2C096D" w14:textId="478A9DD4" w:rsidR="00ED345A" w:rsidRPr="002F4DB4" w:rsidRDefault="00ED345A" w:rsidP="00ED345A">
    <w:pPr>
      <w:jc w:val="center"/>
      <w:rPr>
        <w:rFonts w:cs="Arial"/>
        <w:sz w:val="20"/>
      </w:rPr>
    </w:pPr>
    <w:r>
      <w:rPr>
        <w:noProof/>
      </w:rPr>
      <w:drawing>
        <wp:inline distT="0" distB="0" distL="0" distR="0" wp14:anchorId="2BD5AA2E" wp14:editId="3EEE6A39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2F4DB4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55427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16AB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39D"/>
    <w:rsid w:val="0090257E"/>
    <w:rsid w:val="00902F4D"/>
    <w:rsid w:val="00920723"/>
    <w:rsid w:val="009300C3"/>
    <w:rsid w:val="009319EB"/>
    <w:rsid w:val="00945B5D"/>
    <w:rsid w:val="0097582D"/>
    <w:rsid w:val="0098353D"/>
    <w:rsid w:val="00995439"/>
    <w:rsid w:val="009956AC"/>
    <w:rsid w:val="009A7195"/>
    <w:rsid w:val="009B351E"/>
    <w:rsid w:val="009D0C4F"/>
    <w:rsid w:val="00A17DF6"/>
    <w:rsid w:val="00A26BA3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345A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</TotalTime>
  <Pages>1</Pages>
  <Words>71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836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4</cp:revision>
  <cp:lastPrinted>2018-04-27T07:47:00Z</cp:lastPrinted>
  <dcterms:created xsi:type="dcterms:W3CDTF">2025-03-20T07:44:00Z</dcterms:created>
  <dcterms:modified xsi:type="dcterms:W3CDTF">2025-04-11T07:25:00Z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